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501" w:type="dxa"/>
        <w:tblLook w:val="04A0" w:firstRow="1" w:lastRow="0" w:firstColumn="1" w:lastColumn="0" w:noHBand="0" w:noVBand="1"/>
      </w:tblPr>
      <w:tblGrid>
        <w:gridCol w:w="2375"/>
        <w:gridCol w:w="7126"/>
      </w:tblGrid>
      <w:tr w:rsidR="006D632A" w:rsidRPr="00401ED9" w:rsidTr="00947F08">
        <w:tc>
          <w:tcPr>
            <w:tcW w:w="95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32A" w:rsidRPr="00401ED9" w:rsidRDefault="00C71808" w:rsidP="00DA3D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1ED9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401E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3D43">
              <w:rPr>
                <w:rFonts w:ascii="Arial" w:hAnsi="Arial" w:cs="Arial"/>
                <w:b/>
                <w:sz w:val="20"/>
                <w:szCs w:val="20"/>
              </w:rPr>
              <w:t>SECRETA</w:t>
            </w:r>
          </w:p>
        </w:tc>
      </w:tr>
      <w:tr w:rsidR="006D632A" w:rsidRPr="00D35E04" w:rsidTr="00947F08">
        <w:trPr>
          <w:trHeight w:val="1361"/>
        </w:trPr>
        <w:tc>
          <w:tcPr>
            <w:tcW w:w="95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1CF3" w:rsidRPr="00410141" w:rsidRDefault="007C1CF3" w:rsidP="007C1CF3">
            <w:pPr>
              <w:pStyle w:val="Default"/>
              <w:spacing w:before="240" w:line="312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410141">
              <w:rPr>
                <w:rFonts w:ascii="Arial" w:hAnsi="Arial" w:cs="Arial"/>
                <w:b/>
                <w:bCs/>
                <w:u w:val="single"/>
              </w:rPr>
              <w:t>Projeto de Lei do Legislativo nº 87/2017</w:t>
            </w:r>
          </w:p>
          <w:p w:rsidR="007C1CF3" w:rsidRPr="00410141" w:rsidRDefault="007C1CF3" w:rsidP="007C1CF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</w:rPr>
            </w:pPr>
            <w:r w:rsidRPr="00410141">
              <w:rPr>
                <w:rFonts w:ascii="Arial" w:hAnsi="Arial" w:cs="Arial"/>
                <w:caps/>
              </w:rPr>
              <w:t xml:space="preserve">DISPÕE SOBRE DENOMINAÇÃO DA RUA </w:t>
            </w:r>
            <w:proofErr w:type="spellStart"/>
            <w:r w:rsidRPr="00410141">
              <w:rPr>
                <w:rFonts w:ascii="Arial" w:hAnsi="Arial" w:cs="Arial"/>
                <w:caps/>
              </w:rPr>
              <w:t>VIRGILINA</w:t>
            </w:r>
            <w:proofErr w:type="spellEnd"/>
            <w:r w:rsidRPr="00410141">
              <w:rPr>
                <w:rFonts w:ascii="Arial" w:hAnsi="Arial" w:cs="Arial"/>
                <w:caps/>
              </w:rPr>
              <w:t xml:space="preserve"> DE ALMEIDA GARCIA.</w:t>
            </w:r>
          </w:p>
          <w:p w:rsidR="006D632A" w:rsidRPr="00D35E04" w:rsidRDefault="007C1CF3" w:rsidP="007C1CF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0141">
              <w:rPr>
                <w:rFonts w:ascii="Arial" w:hAnsi="Arial" w:cs="Arial"/>
                <w:caps/>
              </w:rPr>
              <w:t>AUTORIA: VEREADOR PAULINHO DO ESPORTE.</w:t>
            </w:r>
          </w:p>
        </w:tc>
      </w:tr>
      <w:tr w:rsidR="00C71808" w:rsidRPr="00401ED9" w:rsidTr="00DA5A2B">
        <w:trPr>
          <w:trHeight w:val="340"/>
        </w:trPr>
        <w:tc>
          <w:tcPr>
            <w:tcW w:w="9501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C71808" w:rsidRPr="00401ED9" w:rsidRDefault="00C71808" w:rsidP="00FA10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808" w:rsidRPr="00401ED9" w:rsidTr="00DA5A2B">
        <w:trPr>
          <w:trHeight w:hRule="exact" w:val="397"/>
        </w:trPr>
        <w:tc>
          <w:tcPr>
            <w:tcW w:w="95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1808" w:rsidRPr="00401ED9" w:rsidRDefault="00C71808" w:rsidP="00236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1ED9">
              <w:rPr>
                <w:rFonts w:ascii="Arial" w:hAnsi="Arial" w:cs="Arial"/>
                <w:b/>
                <w:sz w:val="20"/>
                <w:szCs w:val="20"/>
              </w:rPr>
              <w:t>APURAÇÃO</w:t>
            </w:r>
          </w:p>
        </w:tc>
      </w:tr>
      <w:tr w:rsidR="00614D2B" w:rsidRPr="00401ED9" w:rsidTr="00815586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14D2B" w:rsidRPr="00401ED9" w:rsidRDefault="00614D2B" w:rsidP="002364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4D2B" w:rsidRPr="00401ED9" w:rsidRDefault="00614D2B" w:rsidP="00236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1ED9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614D2B" w:rsidRPr="00401ED9" w:rsidTr="00A85AF0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614D2B" w:rsidRPr="00401ED9" w:rsidRDefault="00614D2B" w:rsidP="003B1D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1ED9">
              <w:rPr>
                <w:rFonts w:ascii="Arial" w:hAnsi="Arial" w:cs="Arial"/>
                <w:b/>
                <w:sz w:val="20"/>
                <w:szCs w:val="20"/>
              </w:rPr>
              <w:t>VOTAÇÃO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ÚNICA</w:t>
            </w:r>
          </w:p>
        </w:tc>
        <w:tc>
          <w:tcPr>
            <w:tcW w:w="7126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614D2B" w:rsidRPr="00401ED9" w:rsidRDefault="00614D2B" w:rsidP="00614D2B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14D2B">
              <w:rPr>
                <w:rFonts w:ascii="Arial" w:hAnsi="Arial" w:cs="Arial"/>
                <w:b/>
                <w:sz w:val="20"/>
                <w:szCs w:val="20"/>
              </w:rPr>
              <w:t>APROVADO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aclamação, nos termos do inciso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artigo 122 do Regimento Interno</w:t>
            </w:r>
          </w:p>
        </w:tc>
      </w:tr>
      <w:tr w:rsidR="00614D2B" w:rsidRPr="00401ED9" w:rsidTr="00A85AF0">
        <w:trPr>
          <w:trHeight w:val="397"/>
        </w:trPr>
        <w:tc>
          <w:tcPr>
            <w:tcW w:w="237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14D2B" w:rsidRPr="00401ED9" w:rsidRDefault="00614D2B" w:rsidP="00614D2B">
            <w:pPr>
              <w:rPr>
                <w:rFonts w:ascii="Arial" w:hAnsi="Arial" w:cs="Arial"/>
                <w:sz w:val="20"/>
                <w:szCs w:val="20"/>
              </w:rPr>
            </w:pPr>
            <w:r w:rsidRPr="00401ED9">
              <w:rPr>
                <w:rFonts w:ascii="Arial" w:hAnsi="Arial" w:cs="Arial"/>
                <w:sz w:val="20"/>
                <w:szCs w:val="20"/>
              </w:rPr>
              <w:t>Data:</w:t>
            </w:r>
            <w:r w:rsidR="007C1CF3">
              <w:rPr>
                <w:rFonts w:ascii="Arial" w:hAnsi="Arial" w:cs="Arial"/>
                <w:sz w:val="20"/>
                <w:szCs w:val="20"/>
              </w:rPr>
              <w:t xml:space="preserve"> 28/03/2018</w:t>
            </w:r>
            <w:bookmarkStart w:id="0" w:name="_GoBack"/>
            <w:bookmarkEnd w:id="0"/>
          </w:p>
        </w:tc>
        <w:tc>
          <w:tcPr>
            <w:tcW w:w="7126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4D2B" w:rsidRPr="00401ED9" w:rsidRDefault="00614D2B" w:rsidP="002364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1064" w:rsidRPr="00280B0D" w:rsidRDefault="00A51064" w:rsidP="00614D2B">
      <w:pPr>
        <w:spacing w:before="120"/>
        <w:rPr>
          <w:rFonts w:ascii="Arial" w:hAnsi="Arial" w:cs="Arial"/>
          <w:sz w:val="20"/>
          <w:szCs w:val="20"/>
        </w:rPr>
      </w:pPr>
    </w:p>
    <w:sectPr w:rsidR="00A51064" w:rsidRPr="00280B0D" w:rsidSect="00FA10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9E0" w:rsidRDefault="00CF09E0">
      <w:r>
        <w:separator/>
      </w:r>
    </w:p>
  </w:endnote>
  <w:endnote w:type="continuationSeparator" w:id="0">
    <w:p w:rsidR="00CF09E0" w:rsidRDefault="00CF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proofErr w:type="spellStart"/>
    <w:r w:rsidRPr="00150EE2">
      <w:rPr>
        <w:rFonts w:ascii="Arial" w:hAnsi="Arial"/>
        <w:smallCaps/>
        <w:spacing w:val="14"/>
        <w:sz w:val="14"/>
      </w:rPr>
      <w:t>www.jacarei.sp.leg.br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proofErr w:type="spellStart"/>
    <w:r w:rsidRPr="00150EE2">
      <w:rPr>
        <w:rFonts w:ascii="Arial" w:hAnsi="Arial"/>
        <w:smallCaps/>
        <w:spacing w:val="14"/>
        <w:sz w:val="14"/>
      </w:rPr>
      <w:t>www.jacarei.sp.leg.br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9E0" w:rsidRDefault="00CF09E0">
      <w:r>
        <w:separator/>
      </w:r>
    </w:p>
  </w:footnote>
  <w:footnote w:type="continuationSeparator" w:id="0">
    <w:p w:rsidR="00CF09E0" w:rsidRDefault="00CF0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proofErr w:type="gramStart"/>
    <w:r w:rsidRPr="00317C1A">
      <w:rPr>
        <w:rFonts w:ascii="Arial" w:hAnsi="Arial" w:cs="Arial"/>
        <w:b/>
        <w:sz w:val="20"/>
        <w:szCs w:val="20"/>
        <w:u w:val="single"/>
      </w:rPr>
      <w:t>fls</w:t>
    </w:r>
    <w:proofErr w:type="gramEnd"/>
    <w:r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074A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188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78604D77"/>
    <w:multiLevelType w:val="hybridMultilevel"/>
    <w:tmpl w:val="2E6E82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64"/>
    <w:rsid w:val="00001019"/>
    <w:rsid w:val="00012789"/>
    <w:rsid w:val="00014898"/>
    <w:rsid w:val="00024FD3"/>
    <w:rsid w:val="000273B5"/>
    <w:rsid w:val="00035DB4"/>
    <w:rsid w:val="00056288"/>
    <w:rsid w:val="00072CAF"/>
    <w:rsid w:val="0008094D"/>
    <w:rsid w:val="000902D8"/>
    <w:rsid w:val="00094490"/>
    <w:rsid w:val="000958D5"/>
    <w:rsid w:val="00097CAE"/>
    <w:rsid w:val="000C3E61"/>
    <w:rsid w:val="000F1A90"/>
    <w:rsid w:val="000F6251"/>
    <w:rsid w:val="00106F15"/>
    <w:rsid w:val="001211F2"/>
    <w:rsid w:val="00124CEE"/>
    <w:rsid w:val="00126329"/>
    <w:rsid w:val="00127A4D"/>
    <w:rsid w:val="00132780"/>
    <w:rsid w:val="0014005C"/>
    <w:rsid w:val="0014591F"/>
    <w:rsid w:val="00147ABF"/>
    <w:rsid w:val="00150EE2"/>
    <w:rsid w:val="00172E81"/>
    <w:rsid w:val="0017546C"/>
    <w:rsid w:val="00181CD2"/>
    <w:rsid w:val="001A09F2"/>
    <w:rsid w:val="001A2E5F"/>
    <w:rsid w:val="001B0773"/>
    <w:rsid w:val="001F13C3"/>
    <w:rsid w:val="001F2A1D"/>
    <w:rsid w:val="00204ED7"/>
    <w:rsid w:val="00205AE6"/>
    <w:rsid w:val="002060AE"/>
    <w:rsid w:val="00227A4F"/>
    <w:rsid w:val="00230859"/>
    <w:rsid w:val="00236416"/>
    <w:rsid w:val="00247B2D"/>
    <w:rsid w:val="00253C82"/>
    <w:rsid w:val="00265067"/>
    <w:rsid w:val="00265D6E"/>
    <w:rsid w:val="00280B0D"/>
    <w:rsid w:val="00295332"/>
    <w:rsid w:val="002A7434"/>
    <w:rsid w:val="002A7B2A"/>
    <w:rsid w:val="002C49B7"/>
    <w:rsid w:val="002C4B2B"/>
    <w:rsid w:val="002C5C70"/>
    <w:rsid w:val="002D2F2B"/>
    <w:rsid w:val="002D3D9E"/>
    <w:rsid w:val="002F02DB"/>
    <w:rsid w:val="0030168E"/>
    <w:rsid w:val="003065B1"/>
    <w:rsid w:val="00317C1A"/>
    <w:rsid w:val="00323F0F"/>
    <w:rsid w:val="00347D5E"/>
    <w:rsid w:val="00360AB0"/>
    <w:rsid w:val="00367F86"/>
    <w:rsid w:val="00375F54"/>
    <w:rsid w:val="00381797"/>
    <w:rsid w:val="003848C4"/>
    <w:rsid w:val="00397FF3"/>
    <w:rsid w:val="003A77BE"/>
    <w:rsid w:val="003B1DF5"/>
    <w:rsid w:val="003B3EF2"/>
    <w:rsid w:val="003C221B"/>
    <w:rsid w:val="003D0057"/>
    <w:rsid w:val="003E188F"/>
    <w:rsid w:val="003F7497"/>
    <w:rsid w:val="00401ED9"/>
    <w:rsid w:val="004070B6"/>
    <w:rsid w:val="00412795"/>
    <w:rsid w:val="00413A44"/>
    <w:rsid w:val="004223BA"/>
    <w:rsid w:val="00424495"/>
    <w:rsid w:val="004362B9"/>
    <w:rsid w:val="00445771"/>
    <w:rsid w:val="00471580"/>
    <w:rsid w:val="00481A42"/>
    <w:rsid w:val="00487D64"/>
    <w:rsid w:val="00493115"/>
    <w:rsid w:val="0049426A"/>
    <w:rsid w:val="004C2C30"/>
    <w:rsid w:val="004C6C78"/>
    <w:rsid w:val="004E06ED"/>
    <w:rsid w:val="004E2CA5"/>
    <w:rsid w:val="004E46DA"/>
    <w:rsid w:val="004F36E4"/>
    <w:rsid w:val="004F39E9"/>
    <w:rsid w:val="004F690D"/>
    <w:rsid w:val="004F6A11"/>
    <w:rsid w:val="00505357"/>
    <w:rsid w:val="00505FD8"/>
    <w:rsid w:val="005172BA"/>
    <w:rsid w:val="00524669"/>
    <w:rsid w:val="00533862"/>
    <w:rsid w:val="00564368"/>
    <w:rsid w:val="00575C31"/>
    <w:rsid w:val="0058109A"/>
    <w:rsid w:val="005868AE"/>
    <w:rsid w:val="005A01D0"/>
    <w:rsid w:val="005A03FA"/>
    <w:rsid w:val="005B3D21"/>
    <w:rsid w:val="005C3938"/>
    <w:rsid w:val="005D395E"/>
    <w:rsid w:val="005D702D"/>
    <w:rsid w:val="005E138D"/>
    <w:rsid w:val="005F5F91"/>
    <w:rsid w:val="006101E1"/>
    <w:rsid w:val="00614D2B"/>
    <w:rsid w:val="00615027"/>
    <w:rsid w:val="006222B4"/>
    <w:rsid w:val="00624472"/>
    <w:rsid w:val="00624A14"/>
    <w:rsid w:val="006426AE"/>
    <w:rsid w:val="00644D92"/>
    <w:rsid w:val="00667F36"/>
    <w:rsid w:val="00674F7D"/>
    <w:rsid w:val="006771A8"/>
    <w:rsid w:val="00681021"/>
    <w:rsid w:val="00682E6E"/>
    <w:rsid w:val="00691CF5"/>
    <w:rsid w:val="0069312F"/>
    <w:rsid w:val="006957D6"/>
    <w:rsid w:val="006A370D"/>
    <w:rsid w:val="006B0B8E"/>
    <w:rsid w:val="006B1A4C"/>
    <w:rsid w:val="006C59BC"/>
    <w:rsid w:val="006D632A"/>
    <w:rsid w:val="006D6F7D"/>
    <w:rsid w:val="006E7E66"/>
    <w:rsid w:val="006F07C4"/>
    <w:rsid w:val="006F4E64"/>
    <w:rsid w:val="006F65D1"/>
    <w:rsid w:val="006F7B0A"/>
    <w:rsid w:val="00715F74"/>
    <w:rsid w:val="00725E66"/>
    <w:rsid w:val="00727CDB"/>
    <w:rsid w:val="00730BF2"/>
    <w:rsid w:val="0073407F"/>
    <w:rsid w:val="007512BE"/>
    <w:rsid w:val="00755A26"/>
    <w:rsid w:val="00770D3D"/>
    <w:rsid w:val="00775A1B"/>
    <w:rsid w:val="007838DC"/>
    <w:rsid w:val="00790911"/>
    <w:rsid w:val="00790DD3"/>
    <w:rsid w:val="00791426"/>
    <w:rsid w:val="007A074A"/>
    <w:rsid w:val="007A24A2"/>
    <w:rsid w:val="007B5812"/>
    <w:rsid w:val="007C1CF3"/>
    <w:rsid w:val="007D2AE5"/>
    <w:rsid w:val="007D39FD"/>
    <w:rsid w:val="007E27D1"/>
    <w:rsid w:val="007E3F69"/>
    <w:rsid w:val="007F58B8"/>
    <w:rsid w:val="007F75CA"/>
    <w:rsid w:val="0080197E"/>
    <w:rsid w:val="00820C13"/>
    <w:rsid w:val="008230F7"/>
    <w:rsid w:val="00831F5E"/>
    <w:rsid w:val="00833E7C"/>
    <w:rsid w:val="00834BB3"/>
    <w:rsid w:val="00844BEB"/>
    <w:rsid w:val="00847467"/>
    <w:rsid w:val="008474F2"/>
    <w:rsid w:val="00870972"/>
    <w:rsid w:val="00877E50"/>
    <w:rsid w:val="008909A4"/>
    <w:rsid w:val="008A0EB2"/>
    <w:rsid w:val="008C33AB"/>
    <w:rsid w:val="008D08A1"/>
    <w:rsid w:val="008D7A93"/>
    <w:rsid w:val="009032BC"/>
    <w:rsid w:val="0090714C"/>
    <w:rsid w:val="00922964"/>
    <w:rsid w:val="00923021"/>
    <w:rsid w:val="009234FA"/>
    <w:rsid w:val="00935E63"/>
    <w:rsid w:val="00937748"/>
    <w:rsid w:val="00941472"/>
    <w:rsid w:val="00945DAA"/>
    <w:rsid w:val="00947F08"/>
    <w:rsid w:val="00954F8A"/>
    <w:rsid w:val="009768E6"/>
    <w:rsid w:val="0097771E"/>
    <w:rsid w:val="009A2ABD"/>
    <w:rsid w:val="009B207E"/>
    <w:rsid w:val="009B32F8"/>
    <w:rsid w:val="009D0F6E"/>
    <w:rsid w:val="009D50D4"/>
    <w:rsid w:val="009D512F"/>
    <w:rsid w:val="009E1F05"/>
    <w:rsid w:val="009E6B3F"/>
    <w:rsid w:val="00A16180"/>
    <w:rsid w:val="00A21A8C"/>
    <w:rsid w:val="00A349F1"/>
    <w:rsid w:val="00A46B01"/>
    <w:rsid w:val="00A51064"/>
    <w:rsid w:val="00A613EE"/>
    <w:rsid w:val="00A92CB9"/>
    <w:rsid w:val="00A94EA0"/>
    <w:rsid w:val="00AC24F9"/>
    <w:rsid w:val="00AC712C"/>
    <w:rsid w:val="00AD430F"/>
    <w:rsid w:val="00AD6B47"/>
    <w:rsid w:val="00B004D8"/>
    <w:rsid w:val="00B079D6"/>
    <w:rsid w:val="00B10E9F"/>
    <w:rsid w:val="00B43A75"/>
    <w:rsid w:val="00B57E0F"/>
    <w:rsid w:val="00B605E2"/>
    <w:rsid w:val="00B75CEF"/>
    <w:rsid w:val="00B820F8"/>
    <w:rsid w:val="00BA1565"/>
    <w:rsid w:val="00BB3F3E"/>
    <w:rsid w:val="00BC44DF"/>
    <w:rsid w:val="00BD1F36"/>
    <w:rsid w:val="00BD3C47"/>
    <w:rsid w:val="00BE0095"/>
    <w:rsid w:val="00BE1B39"/>
    <w:rsid w:val="00BF791A"/>
    <w:rsid w:val="00C06926"/>
    <w:rsid w:val="00C06BEA"/>
    <w:rsid w:val="00C1124A"/>
    <w:rsid w:val="00C36E68"/>
    <w:rsid w:val="00C42806"/>
    <w:rsid w:val="00C44D39"/>
    <w:rsid w:val="00C45509"/>
    <w:rsid w:val="00C71808"/>
    <w:rsid w:val="00C75291"/>
    <w:rsid w:val="00C76263"/>
    <w:rsid w:val="00CA759E"/>
    <w:rsid w:val="00CB15F2"/>
    <w:rsid w:val="00CB2BAB"/>
    <w:rsid w:val="00CB59DB"/>
    <w:rsid w:val="00CE4ADF"/>
    <w:rsid w:val="00CF09E0"/>
    <w:rsid w:val="00CF31DE"/>
    <w:rsid w:val="00D01E3E"/>
    <w:rsid w:val="00D03462"/>
    <w:rsid w:val="00D11D60"/>
    <w:rsid w:val="00D14EB1"/>
    <w:rsid w:val="00D16CA1"/>
    <w:rsid w:val="00D2072E"/>
    <w:rsid w:val="00D233C7"/>
    <w:rsid w:val="00D35E04"/>
    <w:rsid w:val="00D507D5"/>
    <w:rsid w:val="00D5430F"/>
    <w:rsid w:val="00D564F1"/>
    <w:rsid w:val="00D75D76"/>
    <w:rsid w:val="00D8365B"/>
    <w:rsid w:val="00D83C3F"/>
    <w:rsid w:val="00DA3D43"/>
    <w:rsid w:val="00DA5A2B"/>
    <w:rsid w:val="00DB23E5"/>
    <w:rsid w:val="00DB48F6"/>
    <w:rsid w:val="00DB7D23"/>
    <w:rsid w:val="00DE50DD"/>
    <w:rsid w:val="00DE68A1"/>
    <w:rsid w:val="00E0249F"/>
    <w:rsid w:val="00E03FA1"/>
    <w:rsid w:val="00E07978"/>
    <w:rsid w:val="00E11F92"/>
    <w:rsid w:val="00E14F37"/>
    <w:rsid w:val="00E2552A"/>
    <w:rsid w:val="00E3022D"/>
    <w:rsid w:val="00E66CFD"/>
    <w:rsid w:val="00E71887"/>
    <w:rsid w:val="00E721EC"/>
    <w:rsid w:val="00E86C30"/>
    <w:rsid w:val="00E87287"/>
    <w:rsid w:val="00E90791"/>
    <w:rsid w:val="00E90C30"/>
    <w:rsid w:val="00EB04D6"/>
    <w:rsid w:val="00EC1765"/>
    <w:rsid w:val="00ED2065"/>
    <w:rsid w:val="00ED4355"/>
    <w:rsid w:val="00F27895"/>
    <w:rsid w:val="00F420E5"/>
    <w:rsid w:val="00F5150F"/>
    <w:rsid w:val="00F56E47"/>
    <w:rsid w:val="00F65C85"/>
    <w:rsid w:val="00F73DA3"/>
    <w:rsid w:val="00F80FB2"/>
    <w:rsid w:val="00FA1016"/>
    <w:rsid w:val="00FA3CFC"/>
    <w:rsid w:val="00FA470B"/>
    <w:rsid w:val="00FB00FA"/>
    <w:rsid w:val="00FB4042"/>
    <w:rsid w:val="00FC1C13"/>
    <w:rsid w:val="00FC4201"/>
    <w:rsid w:val="00FE28F8"/>
    <w:rsid w:val="00FE3B6B"/>
    <w:rsid w:val="00FE3E0F"/>
    <w:rsid w:val="00FE7E2A"/>
    <w:rsid w:val="00FF3FD5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D2BC-14CC-49E1-B08A-689E1EEE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11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Moacir Bento Sales Neto</cp:lastModifiedBy>
  <cp:revision>5</cp:revision>
  <cp:lastPrinted>2017-12-13T15:53:00Z</cp:lastPrinted>
  <dcterms:created xsi:type="dcterms:W3CDTF">2018-02-28T13:09:00Z</dcterms:created>
  <dcterms:modified xsi:type="dcterms:W3CDTF">2018-03-28T14:00:00Z</dcterms:modified>
</cp:coreProperties>
</file>